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4C8D" w:rsidRPr="00E03CDE" w:rsidRDefault="00887E7A" w:rsidP="00964E84">
      <w:pPr>
        <w:rPr>
          <w:u w:val="single"/>
        </w:rPr>
      </w:pPr>
      <w:r w:rsidRPr="00E03CDE">
        <w:rPr>
          <w:u w:val="single"/>
        </w:rPr>
        <w:t>Test de fusion</w:t>
      </w:r>
    </w:p>
    <w:p w:rsidR="00462587" w:rsidRPr="00E03CDE" w:rsidRDefault="00462587" w:rsidP="00964E84">
      <w:pPr>
        <w:rPr>
          <w:u w:val="single"/>
        </w:rPr>
      </w:pPr>
    </w:p>
    <w:p w:rsidR="003544B9" w:rsidRPr="00E03CDE" w:rsidRDefault="003544B9" w:rsidP="00964E84">
      <w:pPr>
        <w:rPr>
          <w:u w:val="single"/>
        </w:rPr>
      </w:pPr>
      <w:r w:rsidRPr="00E03CDE">
        <w:rPr>
          <w:u w:val="single"/>
        </w:rPr>
        <w:t>[res.res_id] : [res.subject]</w:t>
      </w:r>
    </w:p>
    <w:p w:rsidR="003544B9" w:rsidRPr="00E03CDE" w:rsidRDefault="003544B9" w:rsidP="00964E84">
      <w:pPr>
        <w:rPr>
          <w:u w:val="single"/>
        </w:rPr>
      </w:pPr>
    </w:p>
    <w:p w:rsidR="00781E93" w:rsidRPr="001928A7" w:rsidRDefault="007632EF" w:rsidP="001928A7">
      <w:pPr>
        <w:rPr>
          <w:lang w:val="en-US"/>
        </w:rPr>
      </w:pPr>
      <w:r w:rsidRPr="001928A7">
        <w:rPr>
          <w:lang w:val="en-US"/>
        </w:rPr>
        <w:t>[contact</w:t>
      </w:r>
      <w:r w:rsidR="00DE56B2" w:rsidRPr="001928A7">
        <w:rPr>
          <w:lang w:val="en-US"/>
        </w:rPr>
        <w:t>.firstname</w:t>
      </w:r>
      <w:r w:rsidR="007664C3" w:rsidRPr="001928A7">
        <w:rPr>
          <w:lang w:val="en-US"/>
        </w:rPr>
        <w:t>]</w:t>
      </w:r>
      <w:r w:rsidR="0023077D" w:rsidRPr="001928A7">
        <w:rPr>
          <w:lang w:val="en-US"/>
        </w:rPr>
        <w:t xml:space="preserve"> [contact</w:t>
      </w:r>
      <w:r w:rsidR="00781E93" w:rsidRPr="001928A7">
        <w:rPr>
          <w:lang w:val="en-US"/>
        </w:rPr>
        <w:t>.</w:t>
      </w:r>
      <w:r w:rsidR="0023077D" w:rsidRPr="001928A7">
        <w:rPr>
          <w:lang w:val="en-US"/>
        </w:rPr>
        <w:t>lastname</w:t>
      </w:r>
      <w:r w:rsidR="00781E93" w:rsidRPr="001928A7">
        <w:rPr>
          <w:lang w:val="en-US"/>
        </w:rPr>
        <w:t xml:space="preserve">] </w:t>
      </w:r>
    </w:p>
    <w:p w:rsidR="00462587" w:rsidRDefault="00462587" w:rsidP="00964E84">
      <w:pPr>
        <w:rPr>
          <w:lang w:val="en-US"/>
        </w:rPr>
      </w:pPr>
    </w:p>
    <w:p w:rsidR="001928A7" w:rsidRPr="008B053B" w:rsidRDefault="00745364" w:rsidP="008B053B">
      <w:pPr>
        <w:pStyle w:val="Paragraphedeliste"/>
        <w:numPr>
          <w:ilvl w:val="0"/>
          <w:numId w:val="4"/>
        </w:numPr>
        <w:rPr>
          <w:lang w:val="en-US"/>
        </w:rPr>
      </w:pPr>
      <w:r>
        <w:rPr>
          <w:lang w:val="en-US"/>
        </w:rPr>
        <w:t>[notes.date_note</w:t>
      </w:r>
      <w:r w:rsidRPr="001928A7">
        <w:rPr>
          <w:lang w:val="en-US"/>
        </w:rPr>
        <w:t>;block=w:p</w:t>
      </w:r>
      <w:r>
        <w:rPr>
          <w:lang w:val="en-US"/>
        </w:rPr>
        <w:t>] : [notes.note_text]</w:t>
      </w:r>
      <w:r w:rsidR="006B26E3">
        <w:rPr>
          <w:lang w:val="en-US"/>
        </w:rPr>
        <w:t xml:space="preserve"> </w:t>
      </w:r>
      <w:r w:rsidR="006B26E3">
        <w:rPr>
          <w:lang w:val="en-US"/>
        </w:rPr>
        <w:t>[notes.</w:t>
      </w:r>
      <w:r w:rsidR="006B26E3">
        <w:rPr>
          <w:lang w:val="en-US"/>
        </w:rPr>
        <w:t>user_id</w:t>
      </w:r>
      <w:r w:rsidR="006B26E3">
        <w:rPr>
          <w:lang w:val="en-US"/>
        </w:rPr>
        <w:t>]</w:t>
      </w:r>
      <w:bookmarkStart w:id="0" w:name="_GoBack"/>
      <w:bookmarkEnd w:id="0"/>
    </w:p>
    <w:p w:rsidR="00887E7A" w:rsidRDefault="00887E7A" w:rsidP="00964E84">
      <w:pPr>
        <w:rPr>
          <w:u w:val="single"/>
          <w:lang w:val="en-US"/>
        </w:rPr>
      </w:pPr>
    </w:p>
    <w:p w:rsidR="00887E7A" w:rsidRDefault="00887E7A" w:rsidP="00964E84">
      <w:pPr>
        <w:rPr>
          <w:lang w:val="en-US"/>
        </w:rPr>
      </w:pPr>
    </w:p>
    <w:tbl>
      <w:tblPr>
        <w:tblStyle w:val="Trameclaire-Accent1"/>
        <w:tblW w:w="0" w:type="auto"/>
        <w:tblLook w:val="04A0" w:firstRow="1" w:lastRow="0" w:firstColumn="1" w:lastColumn="0" w:noHBand="0" w:noVBand="1"/>
      </w:tblPr>
      <w:tblGrid>
        <w:gridCol w:w="2373"/>
        <w:gridCol w:w="3306"/>
        <w:gridCol w:w="2490"/>
        <w:gridCol w:w="3103"/>
      </w:tblGrid>
      <w:tr w:rsidR="00E03CDE" w:rsidTr="009570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9" w:type="dxa"/>
          </w:tcPr>
          <w:p w:rsidR="00E03CDE" w:rsidRDefault="00E03CDE" w:rsidP="00964E84">
            <w:pPr>
              <w:rPr>
                <w:lang w:val="en-US"/>
              </w:rPr>
            </w:pPr>
            <w:r>
              <w:rPr>
                <w:lang w:val="en-US"/>
              </w:rPr>
              <w:t>Numéro</w:t>
            </w:r>
          </w:p>
        </w:tc>
        <w:tc>
          <w:tcPr>
            <w:tcW w:w="2799" w:type="dxa"/>
          </w:tcPr>
          <w:p w:rsidR="00E03CDE" w:rsidRDefault="00E03CDE" w:rsidP="00964E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Titre</w:t>
            </w:r>
          </w:p>
        </w:tc>
        <w:tc>
          <w:tcPr>
            <w:tcW w:w="2799" w:type="dxa"/>
          </w:tcPr>
          <w:p w:rsidR="00E03CDE" w:rsidRDefault="00E03CDE" w:rsidP="00964E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Auteur</w:t>
            </w:r>
          </w:p>
        </w:tc>
        <w:tc>
          <w:tcPr>
            <w:tcW w:w="2799" w:type="dxa"/>
          </w:tcPr>
          <w:p w:rsidR="00E03CDE" w:rsidRDefault="00E03CDE" w:rsidP="00964E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</w:tr>
      <w:tr w:rsidR="00E03CDE" w:rsidTr="009570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9" w:type="dxa"/>
          </w:tcPr>
          <w:p w:rsidR="00E03CDE" w:rsidRDefault="00E03CDE" w:rsidP="00964E84">
            <w:pPr>
              <w:rPr>
                <w:lang w:val="en-US"/>
              </w:rPr>
            </w:pPr>
            <w:r>
              <w:rPr>
                <w:lang w:val="en-US"/>
              </w:rPr>
              <w:t>[attachment</w:t>
            </w:r>
            <w:r w:rsidR="00B1302E">
              <w:rPr>
                <w:lang w:val="en-US"/>
              </w:rPr>
              <w:t>s</w:t>
            </w:r>
            <w:r>
              <w:rPr>
                <w:lang w:val="en-US"/>
              </w:rPr>
              <w:t>.#]</w:t>
            </w:r>
          </w:p>
        </w:tc>
        <w:tc>
          <w:tcPr>
            <w:tcW w:w="2799" w:type="dxa"/>
          </w:tcPr>
          <w:p w:rsidR="00E03CDE" w:rsidRDefault="00E03CDE" w:rsidP="00B130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[attachment</w:t>
            </w:r>
            <w:r w:rsidR="00B1302E">
              <w:rPr>
                <w:lang w:val="en-US"/>
              </w:rPr>
              <w:t>s.</w:t>
            </w:r>
            <w:r w:rsidR="00EE10AD">
              <w:rPr>
                <w:lang w:val="en-US"/>
              </w:rPr>
              <w:t>title;block=w:tr</w:t>
            </w:r>
            <w:r>
              <w:rPr>
                <w:lang w:val="en-US"/>
              </w:rPr>
              <w:t>]</w:t>
            </w:r>
          </w:p>
        </w:tc>
        <w:tc>
          <w:tcPr>
            <w:tcW w:w="2799" w:type="dxa"/>
          </w:tcPr>
          <w:p w:rsidR="00E03CDE" w:rsidRDefault="00E03CDE" w:rsidP="00964E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[attachment</w:t>
            </w:r>
            <w:r w:rsidR="00E91444">
              <w:rPr>
                <w:lang w:val="en-US"/>
              </w:rPr>
              <w:t>s</w:t>
            </w:r>
            <w:r>
              <w:rPr>
                <w:lang w:val="en-US"/>
              </w:rPr>
              <w:t>.typist]</w:t>
            </w:r>
          </w:p>
        </w:tc>
        <w:tc>
          <w:tcPr>
            <w:tcW w:w="2799" w:type="dxa"/>
          </w:tcPr>
          <w:p w:rsidR="00E03CDE" w:rsidRDefault="00E03CDE" w:rsidP="00E03C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[attachment</w:t>
            </w:r>
            <w:r w:rsidR="00E91444">
              <w:rPr>
                <w:lang w:val="en-US"/>
              </w:rPr>
              <w:t>s</w:t>
            </w:r>
            <w:r>
              <w:rPr>
                <w:lang w:val="en-US"/>
              </w:rPr>
              <w:t>.creation_date]</w:t>
            </w:r>
          </w:p>
        </w:tc>
      </w:tr>
    </w:tbl>
    <w:p w:rsidR="00E03CDE" w:rsidRPr="0023077D" w:rsidRDefault="00E03CDE" w:rsidP="00964E84">
      <w:pPr>
        <w:rPr>
          <w:lang w:val="en-US"/>
        </w:rPr>
      </w:pPr>
    </w:p>
    <w:sectPr w:rsidR="00E03CDE" w:rsidRPr="0023077D" w:rsidSect="00ED1237">
      <w:headerReference w:type="default" r:id="rId9"/>
      <w:footerReference w:type="default" r:id="rId10"/>
      <w:footnotePr>
        <w:pos w:val="beneathText"/>
      </w:footnotePr>
      <w:pgSz w:w="11905" w:h="16837"/>
      <w:pgMar w:top="1417" w:right="423" w:bottom="1417" w:left="426" w:header="708" w:footer="2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DDE" w:rsidRDefault="00BD0DDE" w:rsidP="00964E84">
      <w:r>
        <w:separator/>
      </w:r>
    </w:p>
  </w:endnote>
  <w:endnote w:type="continuationSeparator" w:id="0">
    <w:p w:rsidR="00BD0DDE" w:rsidRDefault="00BD0DDE" w:rsidP="0096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9C1" w:rsidRPr="00DA6D20" w:rsidRDefault="009A5E8A" w:rsidP="009A5E8A">
    <w:pPr>
      <w:pStyle w:val="Pieddepage"/>
      <w:pBdr>
        <w:top w:val="single" w:sz="4" w:space="1" w:color="auto"/>
      </w:pBdr>
    </w:pPr>
    <w:r>
      <w:t>Ville de Maarch-les-</w:t>
    </w:r>
    <w:r w:rsidRPr="009A5E8A">
      <w:t>Bains</w:t>
    </w:r>
    <w:r>
      <w:tab/>
    </w:r>
    <w:r>
      <w:tab/>
    </w:r>
    <w:r>
      <w:tab/>
    </w:r>
    <w:r w:rsidR="00A019C1" w:rsidRPr="009A5E8A">
      <w:t>www</w:t>
    </w:r>
    <w:r w:rsidR="00A019C1">
      <w:t>.maarch.com</w:t>
    </w:r>
  </w:p>
  <w:p w:rsidR="00A019C1" w:rsidRPr="00231891" w:rsidRDefault="00A019C1" w:rsidP="00964E8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DDE" w:rsidRDefault="00BD0DDE" w:rsidP="00964E84">
      <w:r>
        <w:separator/>
      </w:r>
    </w:p>
  </w:footnote>
  <w:footnote w:type="continuationSeparator" w:id="0">
    <w:p w:rsidR="00BD0DDE" w:rsidRDefault="00BD0DDE" w:rsidP="00964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A1A" w:rsidRPr="00964E84" w:rsidRDefault="00964E84" w:rsidP="00ED1237">
    <w:pPr>
      <w:pStyle w:val="En-tte"/>
      <w:tabs>
        <w:tab w:val="clear" w:pos="9072"/>
        <w:tab w:val="right" w:pos="9639"/>
      </w:tabs>
      <w:ind w:right="426"/>
      <w:rPr>
        <w:rFonts w:ascii="Arial" w:hAnsi="Arial" w:cs="Arial"/>
        <w:sz w:val="24"/>
        <w:szCs w:val="24"/>
      </w:rPr>
    </w:pPr>
    <w:r w:rsidRPr="00964E84">
      <w:rPr>
        <w:rFonts w:ascii="Arial" w:hAnsi="Arial" w:cs="Arial"/>
        <w:noProof/>
        <w:sz w:val="24"/>
        <w:szCs w:val="24"/>
        <w:lang w:eastAsia="fr-FR"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5330190</wp:posOffset>
          </wp:positionH>
          <wp:positionV relativeFrom="paragraph">
            <wp:posOffset>-76200</wp:posOffset>
          </wp:positionV>
          <wp:extent cx="1697990" cy="564515"/>
          <wp:effectExtent l="19050" t="0" r="0" b="0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5645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64E84">
      <w:rPr>
        <w:rFonts w:ascii="Arial" w:hAnsi="Arial" w:cs="Arial"/>
        <w:sz w:val="24"/>
        <w:szCs w:val="24"/>
      </w:rPr>
      <w:t xml:space="preserve">Ville de </w:t>
    </w:r>
    <w:r w:rsidR="00ED1237">
      <w:rPr>
        <w:rFonts w:ascii="Arial" w:hAnsi="Arial" w:cs="Arial"/>
        <w:sz w:val="24"/>
        <w:szCs w:val="24"/>
      </w:rPr>
      <w:t>Maarch-les-Bains</w:t>
    </w:r>
  </w:p>
  <w:p w:rsidR="00964E84" w:rsidRPr="00964E84" w:rsidRDefault="00964E84" w:rsidP="00964E84">
    <w:pPr>
      <w:pStyle w:val="En-tte"/>
      <w:rPr>
        <w:rFonts w:ascii="Arial" w:hAnsi="Arial" w:cs="Arial"/>
        <w:sz w:val="24"/>
        <w:szCs w:val="24"/>
      </w:rPr>
    </w:pPr>
    <w:r w:rsidRPr="00964E84">
      <w:rPr>
        <w:rFonts w:ascii="Arial" w:hAnsi="Arial" w:cs="Arial"/>
        <w:sz w:val="24"/>
        <w:szCs w:val="24"/>
      </w:rPr>
      <w:t xml:space="preserve">Place </w:t>
    </w:r>
    <w:r w:rsidR="00ED1237">
      <w:rPr>
        <w:rFonts w:ascii="Arial" w:hAnsi="Arial" w:cs="Arial"/>
        <w:sz w:val="24"/>
        <w:szCs w:val="24"/>
      </w:rPr>
      <w:t>de la Liberté</w:t>
    </w:r>
    <w:r w:rsidRPr="00964E84">
      <w:rPr>
        <w:rFonts w:ascii="Arial" w:hAnsi="Arial" w:cs="Arial"/>
        <w:sz w:val="24"/>
        <w:szCs w:val="24"/>
      </w:rPr>
      <w:t xml:space="preserve"> </w:t>
    </w:r>
  </w:p>
  <w:p w:rsidR="00D66A1A" w:rsidRPr="00887E7A" w:rsidRDefault="00ED1237" w:rsidP="00964E84">
    <w:pPr>
      <w:pStyle w:val="En-tte"/>
      <w:rPr>
        <w:rFonts w:ascii="Arial" w:hAnsi="Arial" w:cs="Arial"/>
        <w:sz w:val="24"/>
        <w:szCs w:val="24"/>
      </w:rPr>
    </w:pPr>
    <w:r w:rsidRPr="00887E7A">
      <w:rPr>
        <w:rFonts w:ascii="Arial" w:hAnsi="Arial" w:cs="Arial"/>
        <w:sz w:val="24"/>
        <w:szCs w:val="24"/>
      </w:rPr>
      <w:t>067</w:t>
    </w:r>
    <w:r w:rsidR="00964E84" w:rsidRPr="00887E7A">
      <w:rPr>
        <w:rFonts w:ascii="Arial" w:hAnsi="Arial" w:cs="Arial"/>
        <w:sz w:val="24"/>
        <w:szCs w:val="24"/>
      </w:rPr>
      <w:t xml:space="preserve">00 </w:t>
    </w:r>
    <w:r>
      <w:rPr>
        <w:rFonts w:ascii="Arial" w:hAnsi="Arial" w:cs="Arial"/>
        <w:sz w:val="24"/>
        <w:szCs w:val="24"/>
      </w:rPr>
      <w:t>Maarch-les-Bains</w:t>
    </w:r>
  </w:p>
  <w:p w:rsidR="00964E84" w:rsidRPr="00964E84" w:rsidRDefault="000304DA" w:rsidP="00964E84">
    <w:pPr>
      <w:pStyle w:val="En-tte"/>
      <w:rPr>
        <w:rFonts w:ascii="Arial" w:hAnsi="Arial" w:cs="Arial"/>
        <w:szCs w:val="20"/>
      </w:rPr>
    </w:pPr>
    <w:r>
      <w:rPr>
        <w:rFonts w:ascii="Arial" w:hAnsi="Arial" w:cs="Arial"/>
        <w:szCs w:val="20"/>
      </w:rPr>
      <w:t>Tél : 01 47 24 51 59</w:t>
    </w:r>
  </w:p>
  <w:p w:rsidR="00ED1237" w:rsidRDefault="00964E84" w:rsidP="00ED1237">
    <w:pPr>
      <w:pStyle w:val="En-tte"/>
      <w:rPr>
        <w:rFonts w:ascii="Arial" w:hAnsi="Arial" w:cs="Arial"/>
        <w:sz w:val="16"/>
        <w:szCs w:val="16"/>
      </w:rPr>
    </w:pPr>
    <w:r w:rsidRPr="00964E84">
      <w:rPr>
        <w:rFonts w:ascii="Arial" w:hAnsi="Arial" w:cs="Arial"/>
        <w:sz w:val="16"/>
        <w:szCs w:val="16"/>
      </w:rPr>
      <w:t>Horaires d’ouverture : Du Lundi au Jeudi : de 8h30 à 11h45 et de 13h30 à 17h30 Ven</w:t>
    </w:r>
    <w:r w:rsidR="00ED1237">
      <w:rPr>
        <w:rFonts w:ascii="Arial" w:hAnsi="Arial" w:cs="Arial"/>
        <w:sz w:val="16"/>
        <w:szCs w:val="16"/>
      </w:rPr>
      <w:t>dredi et Samedi de 8h30 à 11h45</w:t>
    </w:r>
  </w:p>
  <w:p w:rsidR="00ED1237" w:rsidRPr="00ED1237" w:rsidRDefault="00ED1237" w:rsidP="00ED1237">
    <w:pPr>
      <w:pStyle w:val="En-tte"/>
      <w:pBdr>
        <w:bottom w:val="single" w:sz="4" w:space="1" w:color="auto"/>
      </w:pBdr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8.8pt;height:116.4pt" o:bullet="t" filled="t">
        <v:fill opacity="0"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Titre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AF5BC1"/>
    <w:multiLevelType w:val="hybridMultilevel"/>
    <w:tmpl w:val="96C46B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04EB5"/>
    <w:multiLevelType w:val="hybridMultilevel"/>
    <w:tmpl w:val="81A4D5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2280"/>
    <w:rsid w:val="000304DA"/>
    <w:rsid w:val="000F507B"/>
    <w:rsid w:val="0017295E"/>
    <w:rsid w:val="00173662"/>
    <w:rsid w:val="001928A7"/>
    <w:rsid w:val="001A14B4"/>
    <w:rsid w:val="001D1643"/>
    <w:rsid w:val="0023077D"/>
    <w:rsid w:val="00231891"/>
    <w:rsid w:val="00283AE4"/>
    <w:rsid w:val="003544B9"/>
    <w:rsid w:val="003E3952"/>
    <w:rsid w:val="004624A5"/>
    <w:rsid w:val="00462587"/>
    <w:rsid w:val="004D7CE3"/>
    <w:rsid w:val="00515AEA"/>
    <w:rsid w:val="0052777E"/>
    <w:rsid w:val="0059078C"/>
    <w:rsid w:val="00590ABD"/>
    <w:rsid w:val="00594FF5"/>
    <w:rsid w:val="005E2280"/>
    <w:rsid w:val="00643555"/>
    <w:rsid w:val="00690A4D"/>
    <w:rsid w:val="006A499D"/>
    <w:rsid w:val="006B26E3"/>
    <w:rsid w:val="0073561D"/>
    <w:rsid w:val="00745364"/>
    <w:rsid w:val="007632EF"/>
    <w:rsid w:val="007664C3"/>
    <w:rsid w:val="00774076"/>
    <w:rsid w:val="00781E93"/>
    <w:rsid w:val="00797CE5"/>
    <w:rsid w:val="007A4C8D"/>
    <w:rsid w:val="00854F5C"/>
    <w:rsid w:val="00880D70"/>
    <w:rsid w:val="00887E7A"/>
    <w:rsid w:val="008923E9"/>
    <w:rsid w:val="008B053B"/>
    <w:rsid w:val="008E01FD"/>
    <w:rsid w:val="00957022"/>
    <w:rsid w:val="00964E84"/>
    <w:rsid w:val="00972D45"/>
    <w:rsid w:val="009A5E8A"/>
    <w:rsid w:val="00A017FF"/>
    <w:rsid w:val="00A019C1"/>
    <w:rsid w:val="00A25D60"/>
    <w:rsid w:val="00A35330"/>
    <w:rsid w:val="00A513D6"/>
    <w:rsid w:val="00A81851"/>
    <w:rsid w:val="00A8672B"/>
    <w:rsid w:val="00AD3ED0"/>
    <w:rsid w:val="00B1302E"/>
    <w:rsid w:val="00B64B8E"/>
    <w:rsid w:val="00B9204E"/>
    <w:rsid w:val="00BD0DDE"/>
    <w:rsid w:val="00C20401"/>
    <w:rsid w:val="00C43567"/>
    <w:rsid w:val="00C54499"/>
    <w:rsid w:val="00C617CF"/>
    <w:rsid w:val="00C62777"/>
    <w:rsid w:val="00C77541"/>
    <w:rsid w:val="00D66A1A"/>
    <w:rsid w:val="00D72A72"/>
    <w:rsid w:val="00D82586"/>
    <w:rsid w:val="00DA6D20"/>
    <w:rsid w:val="00DC0C14"/>
    <w:rsid w:val="00DD0E87"/>
    <w:rsid w:val="00DE56B2"/>
    <w:rsid w:val="00E03CDE"/>
    <w:rsid w:val="00E90F7F"/>
    <w:rsid w:val="00E91444"/>
    <w:rsid w:val="00ED1237"/>
    <w:rsid w:val="00EE10AD"/>
    <w:rsid w:val="00EF18CA"/>
    <w:rsid w:val="00F72FC2"/>
    <w:rsid w:val="00FC2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E84"/>
    <w:pPr>
      <w:suppressAutoHyphens/>
      <w:spacing w:line="276" w:lineRule="auto"/>
    </w:pPr>
    <w:rPr>
      <w:rFonts w:ascii="Verdana" w:hAnsi="Verdana"/>
      <w:szCs w:val="22"/>
      <w:lang w:eastAsia="ar-SA"/>
    </w:rPr>
  </w:style>
  <w:style w:type="paragraph" w:styleId="Titre1">
    <w:name w:val="heading 1"/>
    <w:basedOn w:val="Normal"/>
    <w:next w:val="Corpsdetexte"/>
    <w:qFormat/>
    <w:rsid w:val="00D82586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64E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D82586"/>
    <w:rPr>
      <w:rFonts w:ascii="Symbol" w:hAnsi="Symbol"/>
    </w:rPr>
  </w:style>
  <w:style w:type="character" w:customStyle="1" w:styleId="WW8Num2z1">
    <w:name w:val="WW8Num2z1"/>
    <w:rsid w:val="00D82586"/>
    <w:rPr>
      <w:rFonts w:ascii="Courier New" w:hAnsi="Courier New"/>
    </w:rPr>
  </w:style>
  <w:style w:type="character" w:customStyle="1" w:styleId="WW8Num2z2">
    <w:name w:val="WW8Num2z2"/>
    <w:rsid w:val="00D82586"/>
    <w:rPr>
      <w:rFonts w:ascii="Wingdings" w:hAnsi="Wingdings"/>
    </w:rPr>
  </w:style>
  <w:style w:type="character" w:customStyle="1" w:styleId="WW8Num3z0">
    <w:name w:val="WW8Num3z0"/>
    <w:rsid w:val="00D82586"/>
    <w:rPr>
      <w:rFonts w:ascii="Symbol" w:eastAsia="Times New Roman" w:hAnsi="Symbol" w:cs="Arial"/>
    </w:rPr>
  </w:style>
  <w:style w:type="character" w:customStyle="1" w:styleId="WW8Num3z1">
    <w:name w:val="WW8Num3z1"/>
    <w:rsid w:val="00D82586"/>
    <w:rPr>
      <w:rFonts w:ascii="Courier New" w:hAnsi="Courier New" w:cs="Courier New"/>
    </w:rPr>
  </w:style>
  <w:style w:type="character" w:customStyle="1" w:styleId="WW8Num3z2">
    <w:name w:val="WW8Num3z2"/>
    <w:rsid w:val="00D82586"/>
    <w:rPr>
      <w:rFonts w:ascii="Wingdings" w:hAnsi="Wingdings"/>
    </w:rPr>
  </w:style>
  <w:style w:type="character" w:customStyle="1" w:styleId="WW8Num3z3">
    <w:name w:val="WW8Num3z3"/>
    <w:rsid w:val="00D82586"/>
    <w:rPr>
      <w:rFonts w:ascii="Symbol" w:hAnsi="Symbol"/>
    </w:rPr>
  </w:style>
  <w:style w:type="character" w:customStyle="1" w:styleId="WW8Num4z0">
    <w:name w:val="WW8Num4z0"/>
    <w:rsid w:val="00D82586"/>
    <w:rPr>
      <w:rFonts w:ascii="Symbol" w:hAnsi="Symbol"/>
      <w:color w:val="auto"/>
    </w:rPr>
  </w:style>
  <w:style w:type="character" w:customStyle="1" w:styleId="WW8Num4z1">
    <w:name w:val="WW8Num4z1"/>
    <w:rsid w:val="00D82586"/>
    <w:rPr>
      <w:rFonts w:ascii="Courier New" w:hAnsi="Courier New" w:cs="Courier New"/>
    </w:rPr>
  </w:style>
  <w:style w:type="character" w:customStyle="1" w:styleId="WW8Num4z2">
    <w:name w:val="WW8Num4z2"/>
    <w:rsid w:val="00D82586"/>
    <w:rPr>
      <w:rFonts w:ascii="Wingdings" w:hAnsi="Wingdings"/>
    </w:rPr>
  </w:style>
  <w:style w:type="character" w:customStyle="1" w:styleId="WW8Num4z3">
    <w:name w:val="WW8Num4z3"/>
    <w:rsid w:val="00D82586"/>
    <w:rPr>
      <w:rFonts w:ascii="Symbol" w:hAnsi="Symbol"/>
    </w:rPr>
  </w:style>
  <w:style w:type="character" w:customStyle="1" w:styleId="Policepardfaut1">
    <w:name w:val="Police par défaut1"/>
    <w:rsid w:val="00D82586"/>
  </w:style>
  <w:style w:type="character" w:customStyle="1" w:styleId="RetraitcorpsdetexteCar">
    <w:name w:val="Retrait corps de texte Car"/>
    <w:basedOn w:val="Policepardfaut1"/>
    <w:rsid w:val="00D82586"/>
    <w:rPr>
      <w:rFonts w:ascii="Tahoma" w:hAnsi="Tahoma" w:cs="Tahoma"/>
      <w:bCs/>
      <w:kern w:val="1"/>
    </w:rPr>
  </w:style>
  <w:style w:type="paragraph" w:customStyle="1" w:styleId="Titre10">
    <w:name w:val="Titre1"/>
    <w:basedOn w:val="Normal"/>
    <w:next w:val="Corpsdetexte"/>
    <w:rsid w:val="00D8258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semiHidden/>
    <w:rsid w:val="00D82586"/>
    <w:pPr>
      <w:spacing w:after="120"/>
    </w:pPr>
  </w:style>
  <w:style w:type="paragraph" w:styleId="Liste">
    <w:name w:val="List"/>
    <w:basedOn w:val="Corpsdetexte"/>
    <w:semiHidden/>
    <w:rsid w:val="00D82586"/>
    <w:rPr>
      <w:rFonts w:cs="Tahoma"/>
    </w:rPr>
  </w:style>
  <w:style w:type="paragraph" w:customStyle="1" w:styleId="Lgende1">
    <w:name w:val="Légende1"/>
    <w:basedOn w:val="Normal"/>
    <w:rsid w:val="00D82586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rsid w:val="00D82586"/>
    <w:pPr>
      <w:suppressLineNumbers/>
    </w:pPr>
    <w:rPr>
      <w:rFonts w:cs="Tahoma"/>
    </w:rPr>
  </w:style>
  <w:style w:type="paragraph" w:styleId="En-tte">
    <w:name w:val="header"/>
    <w:basedOn w:val="Normal"/>
    <w:semiHidden/>
    <w:rsid w:val="00D8258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82586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rsid w:val="00D82586"/>
    <w:pPr>
      <w:ind w:firstLine="1134"/>
    </w:pPr>
    <w:rPr>
      <w:rFonts w:ascii="Tahoma" w:hAnsi="Tahoma" w:cs="Tahoma"/>
      <w:bCs/>
      <w:kern w:val="1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231891"/>
    <w:rPr>
      <w:sz w:val="24"/>
      <w:szCs w:val="24"/>
      <w:lang w:eastAsia="ar-SA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B9204E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9204E"/>
    <w:rPr>
      <w:rFonts w:ascii="Tahoma" w:hAnsi="Tahoma" w:cs="Tahoma"/>
      <w:sz w:val="16"/>
      <w:szCs w:val="16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356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3567"/>
    <w:rPr>
      <w:rFonts w:ascii="Tahoma" w:hAnsi="Tahoma" w:cs="Tahoma"/>
      <w:sz w:val="16"/>
      <w:szCs w:val="16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A019C1"/>
    <w:pPr>
      <w:suppressAutoHyphens w:val="0"/>
      <w:spacing w:before="100" w:beforeAutospacing="1" w:after="100" w:afterAutospacing="1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964E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Paragraphedeliste">
    <w:name w:val="List Paragraph"/>
    <w:basedOn w:val="Normal"/>
    <w:uiPriority w:val="34"/>
    <w:qFormat/>
    <w:rsid w:val="00A017FF"/>
    <w:pPr>
      <w:ind w:left="720"/>
      <w:contextualSpacing/>
    </w:pPr>
  </w:style>
  <w:style w:type="table" w:styleId="Grilledutableau">
    <w:name w:val="Table Grid"/>
    <w:basedOn w:val="TableauNormal"/>
    <w:uiPriority w:val="59"/>
    <w:rsid w:val="00E03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1">
    <w:name w:val="Light Shading Accent 1"/>
    <w:basedOn w:val="TableauNormal"/>
    <w:uiPriority w:val="60"/>
    <w:rsid w:val="0095702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74238">
          <w:marLeft w:val="0"/>
          <w:marRight w:val="0"/>
          <w:marTop w:val="0"/>
          <w:marBottom w:val="0"/>
          <w:divBdr>
            <w:top w:val="single" w:sz="12" w:space="4" w:color="759DBD"/>
            <w:left w:val="single" w:sz="12" w:space="4" w:color="759DBD"/>
            <w:bottom w:val="single" w:sz="12" w:space="4" w:color="759DBD"/>
            <w:right w:val="single" w:sz="12" w:space="4" w:color="759DBD"/>
          </w:divBdr>
          <w:divsChild>
            <w:div w:id="1915554054">
              <w:marLeft w:val="12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66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41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xampp\htdocs\maarch_entreprise\modules\templates\templates\styles\office\lettre_accompagnement_signe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66A39-62C3-4469-80AF-020613725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lettre_accompagnement_signee.dotx</Template>
  <TotalTime>84</TotalTime>
  <Pages>1</Pages>
  <Words>42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jle</dc:creator>
  <cp:lastModifiedBy>lgi</cp:lastModifiedBy>
  <cp:revision>26</cp:revision>
  <cp:lastPrinted>2011-09-27T10:15:00Z</cp:lastPrinted>
  <dcterms:created xsi:type="dcterms:W3CDTF">2012-04-10T14:39:00Z</dcterms:created>
  <dcterms:modified xsi:type="dcterms:W3CDTF">2012-04-27T15:51:00Z</dcterms:modified>
</cp:coreProperties>
</file>